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611"/>
        <w:gridCol w:w="3698"/>
      </w:tblGrid>
      <w:tr w:rsidR="00E85637" w14:paraId="6B5C4F39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5550DFA7" w14:textId="45F6AFC9" w:rsidR="006C0F6D" w:rsidRDefault="006C0F6D" w:rsidP="006C0F6D">
            <w:pPr>
              <w:framePr w:w="9582" w:h="2155" w:wrap="notBeside" w:vAnchor="page" w:hAnchor="page" w:x="1702" w:y="3063"/>
            </w:pPr>
            <w:r>
              <w:t xml:space="preserve">OÜ </w:t>
            </w:r>
            <w:r w:rsidR="0096253B">
              <w:t>Supeluse</w:t>
            </w:r>
            <w:r>
              <w:t xml:space="preserve"> Hotel</w:t>
            </w:r>
            <w:r w:rsidR="0096253B">
              <w:t>l</w:t>
            </w:r>
          </w:p>
          <w:p w14:paraId="1AA0EE27" w14:textId="0CC9A7ED" w:rsidR="006C0F6D" w:rsidRDefault="006C0F6D" w:rsidP="006C0F6D">
            <w:pPr>
              <w:framePr w:w="9582" w:h="2155" w:wrap="notBeside" w:vAnchor="page" w:hAnchor="page" w:x="1702" w:y="3063"/>
            </w:pPr>
            <w:r>
              <w:t>Registrikood 1</w:t>
            </w:r>
            <w:r w:rsidR="009176DB">
              <w:t>2457</w:t>
            </w:r>
            <w:r>
              <w:t>2</w:t>
            </w:r>
            <w:r w:rsidR="006D2B64">
              <w:t>42</w:t>
            </w:r>
          </w:p>
          <w:p w14:paraId="2ADD088A" w14:textId="138F7F9C" w:rsidR="006C0F6D" w:rsidRDefault="00444265" w:rsidP="006C0F6D">
            <w:pPr>
              <w:framePr w:w="9582" w:h="2155" w:wrap="notBeside" w:vAnchor="page" w:hAnchor="page" w:x="1702" w:y="3063"/>
            </w:pPr>
            <w:r>
              <w:t>Pärnu</w:t>
            </w:r>
            <w:r w:rsidR="006C0F6D">
              <w:t xml:space="preserve"> maakond, </w:t>
            </w:r>
            <w:r>
              <w:t>Pärnu</w:t>
            </w:r>
            <w:r w:rsidR="006C0F6D">
              <w:t xml:space="preserve"> linn,</w:t>
            </w:r>
          </w:p>
          <w:p w14:paraId="7C9D5CB6" w14:textId="45B30A05" w:rsidR="00E85637" w:rsidRDefault="00444265" w:rsidP="006C0F6D">
            <w:pPr>
              <w:framePr w:w="9582" w:h="2155" w:wrap="notBeside" w:vAnchor="page" w:hAnchor="page" w:x="1702" w:y="3063"/>
            </w:pPr>
            <w:r>
              <w:t>Ranna puiestee 1</w:t>
            </w:r>
            <w:r w:rsidR="006C0F6D">
              <w:t xml:space="preserve">, </w:t>
            </w:r>
            <w:r w:rsidR="008A68EB">
              <w:t>80010</w:t>
            </w:r>
          </w:p>
        </w:tc>
        <w:tc>
          <w:tcPr>
            <w:tcW w:w="510" w:type="dxa"/>
            <w:noWrap/>
          </w:tcPr>
          <w:p w14:paraId="3BFAB65E" w14:textId="77777777" w:rsidR="00E85637" w:rsidRDefault="00E85637" w:rsidP="00D60E58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1C32FE8E" w14:textId="77777777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4137BD57" w14:textId="77777777">
        <w:trPr>
          <w:cantSplit/>
          <w:trHeight w:val="743"/>
        </w:trPr>
        <w:tc>
          <w:tcPr>
            <w:tcW w:w="5216" w:type="dxa"/>
            <w:vMerge/>
          </w:tcPr>
          <w:p w14:paraId="4F581C0B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02389FDA" w14:textId="77777777" w:rsidR="00E85637" w:rsidRDefault="00A9445B" w:rsidP="00D60E58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60E58">
              <w:t> </w:t>
            </w:r>
            <w:r w:rsidR="00D60E58">
              <w:t> </w:t>
            </w:r>
            <w:r w:rsidR="00D60E58">
              <w:t> </w:t>
            </w:r>
            <w:r w:rsidR="00D60E58">
              <w:t> </w:t>
            </w:r>
            <w:r w:rsidR="00D60E58">
              <w:t> 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5159171B" w14:textId="77777777" w:rsidR="00E85637" w:rsidRDefault="00CB06C7" w:rsidP="0091248B">
            <w:pPr>
              <w:framePr w:w="9582" w:h="2155" w:wrap="notBeside" w:vAnchor="page" w:hAnchor="page" w:x="1702" w:y="3063"/>
            </w:pPr>
            <w:r>
              <w:t xml:space="preserve">(digitaalallkirja kuupäev) </w:t>
            </w:r>
          </w:p>
          <w:p w14:paraId="61D84764" w14:textId="330B7FB4" w:rsidR="00CB06C7" w:rsidRDefault="00CB06C7" w:rsidP="006C0F6D">
            <w:pPr>
              <w:framePr w:w="9582" w:h="2155" w:wrap="notBeside" w:vAnchor="page" w:hAnchor="page" w:x="1702" w:y="3063"/>
            </w:pPr>
            <w:r>
              <w:t xml:space="preserve">nr </w:t>
            </w:r>
            <w:r w:rsidR="006C0F6D">
              <w:t>6-1/202</w:t>
            </w:r>
            <w:r w:rsidR="00033E49">
              <w:t>3</w:t>
            </w:r>
            <w:r w:rsidR="006C0F6D">
              <w:t>/</w:t>
            </w:r>
            <w:r w:rsidR="00916F5C">
              <w:t>4351</w:t>
            </w:r>
          </w:p>
        </w:tc>
      </w:tr>
      <w:tr w:rsidR="00E85637" w14:paraId="3FB3828C" w14:textId="77777777">
        <w:trPr>
          <w:cantSplit/>
          <w:trHeight w:hRule="exact" w:val="23"/>
        </w:trPr>
        <w:tc>
          <w:tcPr>
            <w:tcW w:w="5216" w:type="dxa"/>
          </w:tcPr>
          <w:p w14:paraId="12678FAB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29FF5D87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44B3C5AE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64A402A2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0305EF86" w14:textId="77777777" w:rsidR="00E85637" w:rsidRDefault="00E85637">
      <w:pPr>
        <w:rPr>
          <w:spacing w:val="0"/>
          <w:position w:val="0"/>
          <w:sz w:val="20"/>
        </w:rPr>
      </w:pPr>
    </w:p>
    <w:p w14:paraId="15C2A606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0CB13A5E" wp14:editId="0618EBAA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7EC73" w14:textId="77777777" w:rsidR="00E85637" w:rsidRDefault="006C0F6D">
      <w:pPr>
        <w:pStyle w:val="Pealkiri1"/>
      </w:pPr>
      <w:r>
        <w:t>Garantii</w:t>
      </w:r>
      <w:r w:rsidR="00CB06C7">
        <w:t>kiri</w:t>
      </w:r>
    </w:p>
    <w:p w14:paraId="18E6F86F" w14:textId="77777777" w:rsidR="00E85637" w:rsidRDefault="00E85637"/>
    <w:p w14:paraId="6FD56914" w14:textId="77777777" w:rsidR="00E85637" w:rsidRDefault="00E85637"/>
    <w:p w14:paraId="692D0B4A" w14:textId="77777777" w:rsidR="00E85637" w:rsidRDefault="00E85637">
      <w:pPr>
        <w:rPr>
          <w:sz w:val="18"/>
        </w:rPr>
      </w:pPr>
    </w:p>
    <w:p w14:paraId="00170CCC" w14:textId="77777777"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0F52ABB4" w14:textId="325E1AFD" w:rsidR="006C0F6D" w:rsidRDefault="00D60E58" w:rsidP="00CB06C7">
      <w:pPr>
        <w:jc w:val="both"/>
      </w:pPr>
      <w:r>
        <w:t xml:space="preserve">Riigimetsa Majandamise Keskus </w:t>
      </w:r>
      <w:r w:rsidR="006C0F6D">
        <w:t xml:space="preserve">garanteerib </w:t>
      </w:r>
      <w:r w:rsidR="00A42014">
        <w:t xml:space="preserve">11.07.2023 </w:t>
      </w:r>
      <w:r w:rsidR="00086F5C">
        <w:t>restoranis Raimond</w:t>
      </w:r>
      <w:r w:rsidR="006C0F6D">
        <w:t xml:space="preserve"> RMK töötaja</w:t>
      </w:r>
      <w:r w:rsidR="00086F5C">
        <w:t>te toitlustuse</w:t>
      </w:r>
      <w:r w:rsidR="006C0F6D">
        <w:t xml:space="preserve"> eest õigeaegse tasumise.</w:t>
      </w:r>
    </w:p>
    <w:p w14:paraId="7191D7B4" w14:textId="77777777" w:rsidR="00D60E58" w:rsidRDefault="00D60E58" w:rsidP="00D60E58"/>
    <w:p w14:paraId="030D0E8C" w14:textId="77777777" w:rsidR="006C0F6D" w:rsidRDefault="00D60E58" w:rsidP="006C0F6D">
      <w:pPr>
        <w:jc w:val="both"/>
      </w:pPr>
      <w:r>
        <w:t xml:space="preserve">Tasume ülekandega Teie poolt esitatud arve alusel. </w:t>
      </w:r>
      <w:r w:rsidR="006C0F6D">
        <w:t xml:space="preserve">Palume </w:t>
      </w:r>
      <w:r w:rsidR="006C0F6D" w:rsidRPr="00022F79">
        <w:t xml:space="preserve">arve </w:t>
      </w:r>
      <w:r w:rsidR="006C0F6D">
        <w:t>esitada</w:t>
      </w:r>
      <w:r w:rsidR="006C0F6D" w:rsidRPr="00022F79">
        <w:t xml:space="preserve"> elektrooniliselt. Arve esitamiseks </w:t>
      </w:r>
      <w:r w:rsidR="006C0F6D">
        <w:t>palume</w:t>
      </w:r>
      <w:r w:rsidR="006C0F6D" w:rsidRPr="00022F79">
        <w:t xml:space="preserve"> kasutada elektrooniliste arvete esitamiseks mõeldud raamatupidamistarkvara või raamatupidamistarkvara E-arveldaja, mis asub ettevõtjaportaalis https://www.rik.ee/et/e-arveldaja.</w:t>
      </w:r>
    </w:p>
    <w:p w14:paraId="26F3BF64" w14:textId="77777777" w:rsidR="001D139F" w:rsidRDefault="001D139F" w:rsidP="00CB06C7">
      <w:pPr>
        <w:jc w:val="both"/>
      </w:pPr>
    </w:p>
    <w:p w14:paraId="70023173" w14:textId="77777777" w:rsidR="006C0F6D" w:rsidRDefault="006C0F6D" w:rsidP="00CB06C7">
      <w:pPr>
        <w:jc w:val="both"/>
        <w:sectPr w:rsidR="006C0F6D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>Garantiikiri kehtib kuni 31.12.2023.</w:t>
      </w:r>
    </w:p>
    <w:p w14:paraId="1F2FFC9E" w14:textId="77777777" w:rsidR="00E85637" w:rsidRDefault="00E85637"/>
    <w:p w14:paraId="0EFB0C59" w14:textId="77777777" w:rsidR="00E85637" w:rsidRDefault="00E85637"/>
    <w:p w14:paraId="501568BB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605FA2D3" w14:textId="77777777" w:rsidR="00E85637" w:rsidRDefault="00E85637"/>
    <w:p w14:paraId="4FF67123" w14:textId="77777777" w:rsidR="00E85637" w:rsidRDefault="00E85637"/>
    <w:p w14:paraId="3C5F288D" w14:textId="77777777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0" w:name="Dropdown9"/>
      <w:r>
        <w:rPr>
          <w:spacing w:val="0"/>
          <w:position w:val="0"/>
        </w:rPr>
        <w:instrText xml:space="preserve"> FORMDROPDOWN </w:instrText>
      </w:r>
      <w:r w:rsidR="00916F5C">
        <w:rPr>
          <w:spacing w:val="0"/>
          <w:position w:val="0"/>
        </w:rPr>
      </w:r>
      <w:r w:rsidR="00916F5C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0"/>
    </w:p>
    <w:p w14:paraId="29A38516" w14:textId="77777777" w:rsidR="00E85637" w:rsidRDefault="00E85637"/>
    <w:p w14:paraId="01356AFF" w14:textId="77777777" w:rsidR="00E85637" w:rsidRDefault="00E85637">
      <w:pPr>
        <w:rPr>
          <w:sz w:val="14"/>
        </w:rPr>
      </w:pPr>
    </w:p>
    <w:p w14:paraId="79566F7B" w14:textId="77777777" w:rsidR="00E85637" w:rsidRDefault="00E85637">
      <w:pPr>
        <w:rPr>
          <w:sz w:val="2"/>
        </w:rPr>
      </w:pPr>
    </w:p>
    <w:p w14:paraId="03FFC064" w14:textId="59D1AED8" w:rsidR="00E85637" w:rsidRDefault="00366FE0">
      <w:r>
        <w:t>Merike Eier</w:t>
      </w:r>
    </w:p>
    <w:p w14:paraId="05848157" w14:textId="43B61FDB" w:rsidR="00E85637" w:rsidRDefault="00366FE0">
      <w:r>
        <w:t>pearaamatupidaja</w:t>
      </w:r>
    </w:p>
    <w:p w14:paraId="4762A53F" w14:textId="77777777" w:rsidR="00E85637" w:rsidRDefault="00E85637"/>
    <w:p w14:paraId="2E6A3608" w14:textId="77777777" w:rsidR="00E85637" w:rsidRDefault="00E85637"/>
    <w:p w14:paraId="3BA7AA12" w14:textId="77777777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A345439" w14:textId="77777777" w:rsidR="00E85637" w:rsidRDefault="00E85637"/>
    <w:p w14:paraId="348FE6D3" w14:textId="77777777" w:rsidR="00E85637" w:rsidRDefault="00E85637"/>
    <w:p w14:paraId="0F96F782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1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2DA1FB50" w14:textId="77777777" w:rsidR="00E85637" w:rsidRDefault="00E85637"/>
    <w:p w14:paraId="3A32F1AC" w14:textId="77777777" w:rsidR="00E85637" w:rsidRDefault="00E85637"/>
    <w:p w14:paraId="4F6E2382" w14:textId="0F61C64F" w:rsidR="00E85637" w:rsidRDefault="00CD7BC6">
      <w:r>
        <w:t>5182903</w:t>
      </w:r>
    </w:p>
    <w:p w14:paraId="4F550BC4" w14:textId="5022A971" w:rsidR="00356C40" w:rsidRDefault="00CD7BC6">
      <w:r>
        <w:t>merike.eier</w:t>
      </w:r>
      <w:r w:rsidR="00CB06C7">
        <w:t>@rmk.ee</w:t>
      </w:r>
      <w:r w:rsidR="00A9445B">
        <w:t xml:space="preserve"> </w:t>
      </w:r>
    </w:p>
    <w:sectPr w:rsidR="00356C40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4B61C" w14:textId="77777777" w:rsidR="009B2C32" w:rsidRDefault="009B2C32">
      <w:r>
        <w:separator/>
      </w:r>
    </w:p>
  </w:endnote>
  <w:endnote w:type="continuationSeparator" w:id="0">
    <w:p w14:paraId="34DB1F13" w14:textId="77777777" w:rsidR="009B2C32" w:rsidRDefault="009B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58BC7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905A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6367E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57F20" w14:textId="77777777" w:rsidR="009B2C32" w:rsidRDefault="009B2C32">
      <w:r>
        <w:separator/>
      </w:r>
    </w:p>
  </w:footnote>
  <w:footnote w:type="continuationSeparator" w:id="0">
    <w:p w14:paraId="26E9911E" w14:textId="77777777" w:rsidR="009B2C32" w:rsidRDefault="009B2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3F48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B14EC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303C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918251020">
    <w:abstractNumId w:val="0"/>
  </w:num>
  <w:num w:numId="2" w16cid:durableId="12555543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5FB"/>
    <w:rsid w:val="00033E49"/>
    <w:rsid w:val="00086F5C"/>
    <w:rsid w:val="000D31BC"/>
    <w:rsid w:val="0015432F"/>
    <w:rsid w:val="00187A2D"/>
    <w:rsid w:val="001D139F"/>
    <w:rsid w:val="001E574A"/>
    <w:rsid w:val="00231DFB"/>
    <w:rsid w:val="00326150"/>
    <w:rsid w:val="00356C40"/>
    <w:rsid w:val="00366FE0"/>
    <w:rsid w:val="003918F1"/>
    <w:rsid w:val="003A08B0"/>
    <w:rsid w:val="00436506"/>
    <w:rsid w:val="00444265"/>
    <w:rsid w:val="00491E34"/>
    <w:rsid w:val="005076A5"/>
    <w:rsid w:val="00521BD6"/>
    <w:rsid w:val="006C0F6D"/>
    <w:rsid w:val="006D2B64"/>
    <w:rsid w:val="00704BBF"/>
    <w:rsid w:val="007910F7"/>
    <w:rsid w:val="007933C9"/>
    <w:rsid w:val="007B47BC"/>
    <w:rsid w:val="007B7275"/>
    <w:rsid w:val="007C4056"/>
    <w:rsid w:val="007E0D20"/>
    <w:rsid w:val="007F482F"/>
    <w:rsid w:val="00845FCB"/>
    <w:rsid w:val="008741BB"/>
    <w:rsid w:val="008A68EB"/>
    <w:rsid w:val="008B1038"/>
    <w:rsid w:val="008C0A3A"/>
    <w:rsid w:val="0091248B"/>
    <w:rsid w:val="00916F5C"/>
    <w:rsid w:val="009176DB"/>
    <w:rsid w:val="0096253B"/>
    <w:rsid w:val="009B2C32"/>
    <w:rsid w:val="00A42014"/>
    <w:rsid w:val="00A9445B"/>
    <w:rsid w:val="00AA6DA9"/>
    <w:rsid w:val="00AE75FB"/>
    <w:rsid w:val="00AF75A1"/>
    <w:rsid w:val="00B7608B"/>
    <w:rsid w:val="00BA55AE"/>
    <w:rsid w:val="00C32B5E"/>
    <w:rsid w:val="00C52479"/>
    <w:rsid w:val="00C67247"/>
    <w:rsid w:val="00CB06C7"/>
    <w:rsid w:val="00CD7BC6"/>
    <w:rsid w:val="00D60E58"/>
    <w:rsid w:val="00DB10C1"/>
    <w:rsid w:val="00E85637"/>
    <w:rsid w:val="00EC5BAE"/>
    <w:rsid w:val="00F04FCF"/>
    <w:rsid w:val="00F94062"/>
    <w:rsid w:val="00FD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9D2EE0"/>
  <w15:docId w15:val="{A9C7B502-DE06-4F78-A400-F9FB5528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\Downloads\kirjaplank_ee_20181113%20(18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435B3-CC80-49A8-9A22-307A0FB1B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 (18).dotx</Template>
  <TotalTime>7</TotalTime>
  <Pages>1</Pages>
  <Words>74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830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Mare Hiiesalu</dc:creator>
  <dc:description>Ver 6.0, 11.2018</dc:description>
  <cp:lastModifiedBy>Merike Eier</cp:lastModifiedBy>
  <cp:revision>13</cp:revision>
  <cp:lastPrinted>2021-05-10T08:28:00Z</cp:lastPrinted>
  <dcterms:created xsi:type="dcterms:W3CDTF">2023-07-09T17:39:00Z</dcterms:created>
  <dcterms:modified xsi:type="dcterms:W3CDTF">2023-07-09T17:53:00Z</dcterms:modified>
</cp:coreProperties>
</file>